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E98" w:rsidRPr="007543FA" w:rsidRDefault="007543FA" w:rsidP="00527579">
      <w:pPr>
        <w:autoSpaceDE w:val="0"/>
        <w:autoSpaceDN w:val="0"/>
        <w:rPr>
          <w:sz w:val="2"/>
        </w:rPr>
      </w:pPr>
      <w:bookmarkStart w:id="0" w:name="_GoBack"/>
      <w:bookmarkEnd w:id="0"/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997155</wp:posOffset>
                </wp:positionH>
                <wp:positionV relativeFrom="paragraph">
                  <wp:posOffset>4089850</wp:posOffset>
                </wp:positionV>
                <wp:extent cx="1296000" cy="360000"/>
                <wp:effectExtent l="0" t="0" r="0" b="2540"/>
                <wp:wrapNone/>
                <wp:docPr id="7" name="Inf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6000" cy="36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:rsidR="007543FA" w:rsidRDefault="007543FA" w:rsidP="007543FA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Tel: 047-465-xxxx</w:t>
                            </w:r>
                          </w:p>
                          <w:p w:rsidR="007543FA" w:rsidRPr="007543FA" w:rsidRDefault="007543FA" w:rsidP="007543FA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 w:rsidRPr="007543FA">
                              <w:rPr>
                                <w:rFonts w:ascii="HG丸ｺﾞｼｯｸM-PRO" w:eastAsia="HG丸ｺﾞｼｯｸM-PRO" w:hAnsi="HG丸ｺﾞｼｯｸM-PRO"/>
                                <w:spacing w:val="44"/>
                                <w:sz w:val="18"/>
                                <w:fitText w:val="2040" w:id="1005312256"/>
                              </w:rPr>
                              <w:t>test.jikkyo.co.j</w:t>
                            </w:r>
                            <w:r w:rsidRPr="007543FA">
                              <w:rPr>
                                <w:rFonts w:ascii="HG丸ｺﾞｼｯｸM-PRO" w:eastAsia="HG丸ｺﾞｼｯｸM-PRO" w:hAnsi="HG丸ｺﾞｼｯｸM-PRO"/>
                                <w:spacing w:val="1"/>
                                <w:sz w:val="18"/>
                                <w:fitText w:val="2040" w:id="1005312256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Info" o:spid="_x0000_s1026" type="#_x0000_t202" style="position:absolute;left:0;text-align:left;margin-left:78.5pt;margin-top:322.05pt;width:102.05pt;height:28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" filled="f" stroked="f" strokeweight=".5pt">
                <v:textbox inset="0,0,0,0">
                  <w:txbxContent>
                    <w:p w:rsidR="007543FA" w:rsidRDefault="007543FA" w:rsidP="007543FA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Tel: 047-465-xxxx</w:t>
                      </w:r>
                    </w:p>
                    <w:p w:rsidR="007543FA" w:rsidRPr="007543FA" w:rsidRDefault="007543FA" w:rsidP="007543FA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 w:rsidRPr="007543FA">
                        <w:rPr>
                          <w:rFonts w:ascii="HG丸ｺﾞｼｯｸM-PRO" w:eastAsia="HG丸ｺﾞｼｯｸM-PRO" w:hAnsi="HG丸ｺﾞｼｯｸM-PRO"/>
                          <w:spacing w:val="44"/>
                          <w:sz w:val="18"/>
                          <w:fitText w:val="2040" w:id="1005312256"/>
                        </w:rPr>
                        <w:t>test.jikkyo.co.j</w:t>
                      </w:r>
                      <w:r w:rsidRPr="007543FA">
                        <w:rPr>
                          <w:rFonts w:ascii="HG丸ｺﾞｼｯｸM-PRO" w:eastAsia="HG丸ｺﾞｼｯｸM-PRO" w:hAnsi="HG丸ｺﾞｼｯｸM-PRO"/>
                          <w:spacing w:val="1"/>
                          <w:sz w:val="18"/>
                          <w:fitText w:val="2040" w:id="1005312256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421155</wp:posOffset>
                </wp:positionH>
                <wp:positionV relativeFrom="paragraph">
                  <wp:posOffset>3719050</wp:posOffset>
                </wp:positionV>
                <wp:extent cx="1828800" cy="403200"/>
                <wp:effectExtent l="0" t="0" r="0" b="0"/>
                <wp:wrapNone/>
                <wp:docPr id="6" name="Nam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403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:rsidR="007543FA" w:rsidRPr="007543FA" w:rsidRDefault="007543FA" w:rsidP="007543FA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  <w:t>村雨　健作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Name" o:spid="_x0000_s1027" type="#_x0000_t202" style="position:absolute;left:0;text-align:left;margin-left:33.15pt;margin-top:292.85pt;width:2in;height:31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" filled="f" stroked="f" strokeweight=".5pt">
                <v:textbox inset="0,0,0,0">
                  <w:txbxContent>
                    <w:p w:rsidR="007543FA" w:rsidRPr="007543FA" w:rsidRDefault="007543FA" w:rsidP="007543FA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sz w:val="36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 w:val="36"/>
                        </w:rPr>
                        <w:t>村雨　健作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86355</wp:posOffset>
                </wp:positionH>
                <wp:positionV relativeFrom="paragraph">
                  <wp:posOffset>3384250</wp:posOffset>
                </wp:positionV>
                <wp:extent cx="2160000" cy="346680"/>
                <wp:effectExtent l="0" t="0" r="12065" b="0"/>
                <wp:wrapNone/>
                <wp:docPr id="5" name="Addres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0" cy="346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:rsidR="007543FA" w:rsidRDefault="007543FA" w:rsidP="007543FA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千葉県船橋市新高根３４－５６</w:t>
                            </w:r>
                          </w:p>
                          <w:p w:rsidR="007543FA" w:rsidRPr="007543FA" w:rsidRDefault="007543FA" w:rsidP="007543FA">
                            <w:pPr>
                              <w:jc w:val="right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ddress" o:spid="_x0000_s1028" type="#_x0000_t202" style="position:absolute;left:0;text-align:left;margin-left:6.8pt;margin-top:266.5pt;width:170.1pt;height:27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" filled="f" stroked="f" strokeweight=".5pt">
                <v:textbox inset="0,0,0,0">
                  <w:txbxContent>
                    <w:p w:rsidR="007543FA" w:rsidRDefault="007543FA" w:rsidP="007543FA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千葉県船橋市新高根３４－５６</w:t>
                      </w:r>
                    </w:p>
                    <w:p w:rsidR="007543FA" w:rsidRPr="007543FA" w:rsidRDefault="007543FA" w:rsidP="007543FA">
                      <w:pPr>
                        <w:jc w:val="right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86355</wp:posOffset>
                </wp:positionH>
                <wp:positionV relativeFrom="paragraph">
                  <wp:posOffset>3189850</wp:posOffset>
                </wp:positionV>
                <wp:extent cx="828000" cy="144000"/>
                <wp:effectExtent l="0" t="0" r="10795" b="8890"/>
                <wp:wrapNone/>
                <wp:docPr id="4" name="Zip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000" cy="14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:rsidR="007543FA" w:rsidRPr="007543FA" w:rsidRDefault="007543FA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〒274-0814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ip" o:spid="_x0000_s1029" type="#_x0000_t202" style="position:absolute;left:0;text-align:left;margin-left:6.8pt;margin-top:251.15pt;width:65.2pt;height:11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" filled="f" stroked="f" strokeweight=".5pt">
                <v:textbox inset="0,0,0,0">
                  <w:txbxContent>
                    <w:p w:rsidR="007543FA" w:rsidRPr="007543FA" w:rsidRDefault="007543FA">
                      <w:pP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〒274-0814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86355</wp:posOffset>
                </wp:positionH>
                <wp:positionV relativeFrom="paragraph">
                  <wp:posOffset>2124250</wp:posOffset>
                </wp:positionV>
                <wp:extent cx="1625760" cy="1038240"/>
                <wp:effectExtent l="0" t="0" r="12700" b="9525"/>
                <wp:wrapNone/>
                <wp:docPr id="3" name="Gree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760" cy="1038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:rsidR="007543FA" w:rsidRDefault="007543FA">
                            <w:pPr>
                              <w:rPr>
                                <w:rFonts w:ascii="HG丸ｺﾞｼｯｸM-PRO" w:eastAsia="HG丸ｺﾞｼｯｸM-PRO"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まだまだ暑いなか、如何お過ごしですか。</w:t>
                            </w:r>
                          </w:p>
                          <w:p w:rsidR="007543FA" w:rsidRDefault="007543FA">
                            <w:pPr>
                              <w:rPr>
                                <w:rFonts w:ascii="HG丸ｺﾞｼｯｸM-PRO" w:eastAsia="HG丸ｺﾞｼｯｸM-PRO"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お身体にお気を付けて楽しい夏をお過ごしください。</w:t>
                            </w:r>
                          </w:p>
                          <w:p w:rsidR="007543FA" w:rsidRPr="007543FA" w:rsidRDefault="007543FA">
                            <w:pPr>
                              <w:rPr>
                                <w:rFonts w:ascii="HG丸ｺﾞｼｯｸM-PRO" w:eastAsia="HG丸ｺﾞｼｯｸM-PRO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eet" o:spid="_x0000_s1030" type="#_x0000_t202" style="position:absolute;left:0;text-align:left;margin-left:6.8pt;margin-top:167.25pt;width:128pt;height:8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" filled="f" stroked="f" strokeweight=".5pt">
                <v:textbox inset="0,0,0,0">
                  <w:txbxContent>
                    <w:p w:rsidR="007543FA" w:rsidRDefault="007543FA">
                      <w:pPr>
                        <w:rPr>
                          <w:rFonts w:ascii="HG丸ｺﾞｼｯｸM-PRO" w:eastAsia="HG丸ｺﾞｼｯｸM-PRO"/>
                          <w:sz w:val="22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2"/>
                        </w:rPr>
                        <w:t>まだまだ暑いなか、如何お過ごしですか。</w:t>
                      </w:r>
                    </w:p>
                    <w:p w:rsidR="007543FA" w:rsidRDefault="007543FA">
                      <w:pPr>
                        <w:rPr>
                          <w:rFonts w:ascii="HG丸ｺﾞｼｯｸM-PRO" w:eastAsia="HG丸ｺﾞｼｯｸM-PRO"/>
                          <w:sz w:val="22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2"/>
                        </w:rPr>
                        <w:t>お身体にお気を付けて楽しい夏をお過ごしください。</w:t>
                      </w:r>
                    </w:p>
                    <w:p w:rsidR="007543FA" w:rsidRPr="007543FA" w:rsidRDefault="007543FA">
                      <w:pPr>
                        <w:rPr>
                          <w:rFonts w:ascii="HG丸ｺﾞｼｯｸM-PRO" w:eastAsia="HG丸ｺﾞｼｯｸM-PRO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"/>
        </w:rPr>
        <w:drawing>
          <wp:anchor distT="0" distB="0" distL="114300" distR="114300" simplePos="0" relativeHeight="251657215" behindDoc="0" locked="0" layoutInCell="1" allowOverlap="1">
            <wp:simplePos x="0" y="0"/>
            <wp:positionH relativeFrom="page">
              <wp:posOffset>2400935</wp:posOffset>
            </wp:positionH>
            <wp:positionV relativeFrom="page">
              <wp:posOffset>619760</wp:posOffset>
            </wp:positionV>
            <wp:extent cx="676440" cy="3807733"/>
            <wp:effectExtent l="0" t="0" r="9525" b="2540"/>
            <wp:wrapNone/>
            <wp:docPr id="2" nam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440" cy="38077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  <w:sz w:val="2"/>
        </w:rPr>
        <w:drawing>
          <wp:anchor distT="0" distB="0" distL="114300" distR="114300" simplePos="0" relativeHeight="251656190" behindDoc="0" locked="0" layoutInCell="1" allowOverlap="1">
            <wp:simplePos x="0" y="0"/>
            <wp:positionH relativeFrom="page">
              <wp:posOffset>500380</wp:posOffset>
            </wp:positionH>
            <wp:positionV relativeFrom="page">
              <wp:posOffset>678815</wp:posOffset>
            </wp:positionV>
            <wp:extent cx="1668240" cy="1651592"/>
            <wp:effectExtent l="0" t="0" r="8255" b="6350"/>
            <wp:wrapNone/>
            <wp:docPr id="1" name="Illu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8240" cy="16515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E4E98" w:rsidRPr="007543FA" w:rsidSect="006F1E5F">
      <w:pgSz w:w="5670" w:h="8420" w:code="43"/>
      <w:pgMar w:top="851" w:right="567" w:bottom="851" w:left="567" w:header="720" w:footer="720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3FA"/>
    <w:rsid w:val="00527579"/>
    <w:rsid w:val="006F1E5F"/>
    <w:rsid w:val="007543FA"/>
    <w:rsid w:val="008E4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B4F0236-8DA2-4240-AFFA-CDE5FC461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E5F"/>
    <w:pPr>
      <w:widowControl w:val="0"/>
      <w:jc w:val="both"/>
    </w:pPr>
    <w:rPr>
      <w:rFonts w:asciiTheme="minorEastAsia" w:hAnsi="Century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7543FA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7543FA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7543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7543FA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7543F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7543FA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</Template>
  <TotalTime>8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実教出版</dc:creator>
  <cp:keywords/>
  <dc:description/>
  <cp:lastModifiedBy>宮岸 由紀雄</cp:lastModifiedBy>
  <cp:revision>3</cp:revision>
  <dcterms:created xsi:type="dcterms:W3CDTF">2015-11-29T06:22:00Z</dcterms:created>
  <dcterms:modified xsi:type="dcterms:W3CDTF">2016-09-27T04:31:00Z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